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0EF" w:rsidRDefault="005110EF" w:rsidP="005A7CEB">
      <w:pPr>
        <w:jc w:val="center"/>
        <w:rPr>
          <w:sz w:val="40"/>
          <w:szCs w:val="40"/>
        </w:rPr>
      </w:pPr>
      <w:r>
        <w:rPr>
          <w:sz w:val="40"/>
          <w:szCs w:val="40"/>
        </w:rPr>
        <w:t>Lesson 5:  I Don’t Understand! Can you speak English?</w:t>
      </w:r>
    </w:p>
    <w:p w:rsidR="005110EF" w:rsidRDefault="005110EF" w:rsidP="005A7CEB">
      <w:pPr>
        <w:jc w:val="center"/>
        <w:rPr>
          <w:sz w:val="40"/>
          <w:szCs w:val="40"/>
        </w:rPr>
      </w:pPr>
      <w:r>
        <w:rPr>
          <w:sz w:val="40"/>
          <w:szCs w:val="40"/>
        </w:rPr>
        <w:t>(10 pts.)</w:t>
      </w:r>
    </w:p>
    <w:p w:rsidR="005110EF" w:rsidRPr="00E4016C" w:rsidRDefault="005110EF"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5110EF" w:rsidRPr="00E4016C" w:rsidRDefault="005110EF" w:rsidP="005A7CEB">
      <w:pPr>
        <w:rPr>
          <w:b/>
          <w:sz w:val="24"/>
          <w:szCs w:val="24"/>
        </w:rPr>
      </w:pPr>
      <w:r w:rsidRPr="00E4016C">
        <w:rPr>
          <w:b/>
          <w:sz w:val="24"/>
          <w:szCs w:val="24"/>
        </w:rPr>
        <w:t>Second, choose the language of your country.</w:t>
      </w:r>
    </w:p>
    <w:p w:rsidR="005110EF" w:rsidRDefault="005110EF" w:rsidP="005A7CEB">
      <w:pPr>
        <w:rPr>
          <w:b/>
          <w:sz w:val="24"/>
          <w:szCs w:val="24"/>
        </w:rPr>
      </w:pPr>
      <w:r w:rsidRPr="00E4016C">
        <w:rPr>
          <w:b/>
          <w:sz w:val="24"/>
          <w:szCs w:val="24"/>
        </w:rPr>
        <w:t>Th</w:t>
      </w:r>
      <w:r>
        <w:rPr>
          <w:b/>
          <w:sz w:val="24"/>
          <w:szCs w:val="24"/>
        </w:rPr>
        <w:t>ird, download the PDF file for your choice of lesson from the above options, and listen to the Audio file.</w:t>
      </w:r>
    </w:p>
    <w:p w:rsidR="005110EF" w:rsidRDefault="005110EF"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5110EF" w:rsidRDefault="005110EF" w:rsidP="005A7CEB">
      <w:pPr>
        <w:rPr>
          <w:b/>
          <w:sz w:val="24"/>
          <w:szCs w:val="24"/>
        </w:rPr>
      </w:pPr>
      <w:r>
        <w:rPr>
          <w:b/>
          <w:sz w:val="24"/>
          <w:szCs w:val="24"/>
        </w:rPr>
        <w:t>Begin typing here:</w:t>
      </w:r>
    </w:p>
    <w:p w:rsidR="005110EF" w:rsidRPr="00E4016C" w:rsidRDefault="005110EF" w:rsidP="005A7CEB">
      <w:pPr>
        <w:rPr>
          <w:b/>
          <w:sz w:val="24"/>
          <w:szCs w:val="24"/>
        </w:rPr>
      </w:pPr>
    </w:p>
    <w:p w:rsidR="005110EF" w:rsidRDefault="005110EF" w:rsidP="005A7CEB">
      <w:r>
        <w:t xml:space="preserve">I chose the lesson 6 where is the bathroom because it is important to know how to ask where the bathroom is. If you don’t then you may have to go in your pants because you will not know where the restroom is. </w:t>
      </w:r>
    </w:p>
    <w:p w:rsidR="005110EF" w:rsidRPr="0041409F" w:rsidRDefault="005110EF" w:rsidP="005A7CEB">
      <w:r>
        <w:t xml:space="preserve">How to where is the bathroom.    </w:t>
      </w:r>
      <w:r w:rsidRPr="0041409F">
        <w:rPr>
          <w:u w:val="single"/>
        </w:rPr>
        <w:t>Izvinite, gde tualet?</w:t>
      </w:r>
    </w:p>
    <w:sectPr w:rsidR="005110EF" w:rsidRPr="0041409F"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0EF" w:rsidRDefault="005110EF" w:rsidP="00472169">
      <w:pPr>
        <w:spacing w:after="0"/>
      </w:pPr>
      <w:r>
        <w:separator/>
      </w:r>
    </w:p>
  </w:endnote>
  <w:endnote w:type="continuationSeparator" w:id="0">
    <w:p w:rsidR="005110EF" w:rsidRDefault="005110EF"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0EF" w:rsidRDefault="005110EF" w:rsidP="00472169">
      <w:pPr>
        <w:spacing w:after="0"/>
      </w:pPr>
      <w:r>
        <w:separator/>
      </w:r>
    </w:p>
  </w:footnote>
  <w:footnote w:type="continuationSeparator" w:id="0">
    <w:p w:rsidR="005110EF" w:rsidRDefault="005110EF"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CEB"/>
    <w:rsid w:val="00026AE8"/>
    <w:rsid w:val="0005638D"/>
    <w:rsid w:val="000B459E"/>
    <w:rsid w:val="00170C92"/>
    <w:rsid w:val="00175D5A"/>
    <w:rsid w:val="002759E6"/>
    <w:rsid w:val="002A2F09"/>
    <w:rsid w:val="002B0AB6"/>
    <w:rsid w:val="0041409F"/>
    <w:rsid w:val="00472169"/>
    <w:rsid w:val="00480D71"/>
    <w:rsid w:val="00505698"/>
    <w:rsid w:val="005110EF"/>
    <w:rsid w:val="005139F6"/>
    <w:rsid w:val="005A7CEB"/>
    <w:rsid w:val="00660D9A"/>
    <w:rsid w:val="006F318E"/>
    <w:rsid w:val="00873009"/>
    <w:rsid w:val="008A0F97"/>
    <w:rsid w:val="008E5AF3"/>
    <w:rsid w:val="009407B8"/>
    <w:rsid w:val="00A967B9"/>
    <w:rsid w:val="00B6489E"/>
    <w:rsid w:val="00C65901"/>
    <w:rsid w:val="00D10BF0"/>
    <w:rsid w:val="00DB76E3"/>
    <w:rsid w:val="00E4016C"/>
    <w:rsid w:val="00EA36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A7CEB"/>
    <w:rPr>
      <w:rFonts w:cs="Times New Roman"/>
      <w:color w:val="0000FF"/>
      <w:u w:val="single"/>
    </w:rPr>
  </w:style>
  <w:style w:type="paragraph" w:styleId="Header">
    <w:name w:val="header"/>
    <w:basedOn w:val="Normal"/>
    <w:link w:val="HeaderChar"/>
    <w:uiPriority w:val="99"/>
    <w:semiHidden/>
    <w:rsid w:val="00472169"/>
    <w:pPr>
      <w:tabs>
        <w:tab w:val="center" w:pos="4680"/>
        <w:tab w:val="right" w:pos="9360"/>
      </w:tabs>
      <w:spacing w:after="0"/>
    </w:pPr>
  </w:style>
  <w:style w:type="character" w:customStyle="1" w:styleId="HeaderChar">
    <w:name w:val="Header Char"/>
    <w:basedOn w:val="DefaultParagraphFont"/>
    <w:link w:val="Header"/>
    <w:uiPriority w:val="99"/>
    <w:semiHidden/>
    <w:locked/>
    <w:rsid w:val="00472169"/>
    <w:rPr>
      <w:rFonts w:cs="Times New Roman"/>
    </w:rPr>
  </w:style>
  <w:style w:type="paragraph" w:styleId="Footer">
    <w:name w:val="footer"/>
    <w:basedOn w:val="Normal"/>
    <w:link w:val="FooterChar"/>
    <w:uiPriority w:val="99"/>
    <w:semiHidden/>
    <w:rsid w:val="00472169"/>
    <w:pPr>
      <w:tabs>
        <w:tab w:val="center" w:pos="4680"/>
        <w:tab w:val="right" w:pos="9360"/>
      </w:tabs>
      <w:spacing w:after="0"/>
    </w:pPr>
  </w:style>
  <w:style w:type="character" w:customStyle="1" w:styleId="FooterChar">
    <w:name w:val="Footer Char"/>
    <w:basedOn w:val="DefaultParagraphFont"/>
    <w:link w:val="Footer"/>
    <w:uiPriority w:val="99"/>
    <w:semiHidden/>
    <w:locked/>
    <w:rsid w:val="0047216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116</Words>
  <Characters>663</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5:  I Don’t Understand</dc:title>
  <dc:subject/>
  <dc:creator>teacher</dc:creator>
  <cp:keywords/>
  <dc:description/>
  <cp:lastModifiedBy>Connor</cp:lastModifiedBy>
  <cp:revision>2</cp:revision>
  <dcterms:created xsi:type="dcterms:W3CDTF">2011-10-14T00:48:00Z</dcterms:created>
  <dcterms:modified xsi:type="dcterms:W3CDTF">2011-10-14T00:48:00Z</dcterms:modified>
</cp:coreProperties>
</file>